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0D243">
      <w:pPr>
        <w:jc w:val="both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附件1：</w:t>
      </w:r>
    </w:p>
    <w:p w14:paraId="15277617">
      <w:pPr>
        <w:jc w:val="center"/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</w:pP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黑龙江省普通高等学校“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eastAsia="zh-CN"/>
        </w:rPr>
        <w:t>优秀毕业生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”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表彰</w:t>
      </w:r>
      <w:r>
        <w:rPr>
          <w:rFonts w:hint="eastAsia" w:asci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确认表</w:t>
      </w:r>
    </w:p>
    <w:tbl>
      <w:tblPr>
        <w:tblStyle w:val="7"/>
        <w:tblpPr w:leftFromText="180" w:rightFromText="180" w:vertAnchor="text" w:horzAnchor="page" w:tblpX="1692" w:tblpY="604"/>
        <w:tblOverlap w:val="never"/>
        <w:tblW w:w="885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797"/>
        <w:gridCol w:w="1152"/>
        <w:gridCol w:w="255"/>
        <w:gridCol w:w="2236"/>
        <w:gridCol w:w="1934"/>
      </w:tblGrid>
      <w:tr w14:paraId="1CF066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B800425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8CCDF1B">
            <w:pPr>
              <w:jc w:val="center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4A55CB1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636F052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F5259A0">
            <w:pPr>
              <w:jc w:val="center"/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近期免冠</w:t>
            </w:r>
          </w:p>
          <w:p w14:paraId="17174424">
            <w:pPr>
              <w:jc w:val="center"/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电子寸照</w:t>
            </w:r>
          </w:p>
          <w:p w14:paraId="4B3A994A">
            <w:pPr>
              <w:jc w:val="center"/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（请插入电子照片后直接打印，无需粘贴纸质照片）</w:t>
            </w:r>
          </w:p>
        </w:tc>
      </w:tr>
      <w:tr w14:paraId="10C92B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8E595D3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出生年月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314ADB6">
            <w:pPr>
              <w:jc w:val="center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9ACE760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民族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0B89E47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03EB1A8"/>
        </w:tc>
      </w:tr>
      <w:tr w14:paraId="520720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08B13A7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政治面貌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786F7DE">
            <w:pPr>
              <w:jc w:val="center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AEAADC7">
            <w:pPr>
              <w:jc w:val="center"/>
              <w:rPr>
                <w:rFonts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在校期间担任职务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C4B028D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E199C54"/>
        </w:tc>
      </w:tr>
      <w:tr w14:paraId="6AB74D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261FE61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院（系）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D5F46C2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B2673AB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专业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A0BC227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BBD6619"/>
        </w:tc>
      </w:tr>
      <w:tr w14:paraId="0F7E88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A4A8694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所在年级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2B7A89F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AAC67FE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班级</w:t>
            </w:r>
          </w:p>
        </w:tc>
        <w:tc>
          <w:tcPr>
            <w:tcW w:w="41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1A1B89E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28EC0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59E2761">
            <w:pPr>
              <w:jc w:val="center"/>
              <w:rPr>
                <w:rFonts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就业单位</w:t>
            </w:r>
          </w:p>
        </w:tc>
        <w:tc>
          <w:tcPr>
            <w:tcW w:w="737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69D501C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55CE6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85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DA4685A">
            <w:pPr>
              <w:jc w:val="center"/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eastAsia="仿宋_GB2312" w:cs="仿宋_GB2312"/>
                <w:b/>
                <w:color w:val="auto"/>
                <w:sz w:val="24"/>
                <w:szCs w:val="24"/>
                <w:highlight w:val="none"/>
                <w:u w:val="single"/>
              </w:rPr>
              <w:t>主要事迹</w:t>
            </w:r>
          </w:p>
        </w:tc>
      </w:tr>
      <w:tr w14:paraId="0E1FAD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2" w:hRule="atLeast"/>
        </w:trPr>
        <w:tc>
          <w:tcPr>
            <w:tcW w:w="885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</w:tcPr>
          <w:p w14:paraId="6C3B074F">
            <w:pPr>
              <w:jc w:val="both"/>
              <w:rPr>
                <w:rFonts w:hint="eastAsia" w:ascii="仿宋_GB2312" w:cs="仿宋_GB2312"/>
                <w:b w:val="0"/>
                <w:bCs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</w:p>
          <w:p w14:paraId="77AB2903">
            <w:pPr>
              <w:jc w:val="both"/>
              <w:rPr>
                <w:rFonts w:hint="eastAsia" w:ascii="仿宋_GB2312" w:eastAsia="仿宋_GB2312" w:cs="仿宋_GB2312"/>
                <w:b/>
                <w:bCs w:val="0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_GB2312" w:cs="仿宋_GB2312"/>
                <w:b w:val="0"/>
                <w:bCs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（请勿改变表格大小）</w:t>
            </w:r>
          </w:p>
        </w:tc>
      </w:tr>
      <w:tr w14:paraId="0F013F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3" w:hRule="atLeast"/>
        </w:trPr>
        <w:tc>
          <w:tcPr>
            <w:tcW w:w="885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</w:tcPr>
          <w:p w14:paraId="08753C82">
            <w:pPr>
              <w:jc w:val="center"/>
              <w:rPr>
                <w:rFonts w:hint="eastAsia" w:ascii="仿宋" w:eastAsia="仿宋"/>
                <w:b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eastAsia="仿宋"/>
                <w:b/>
                <w:color w:val="auto"/>
                <w:sz w:val="24"/>
                <w:szCs w:val="24"/>
                <w:highlight w:val="none"/>
                <w:u w:val="single"/>
              </w:rPr>
              <w:t>在校期间获校级以上奖励</w:t>
            </w:r>
          </w:p>
          <w:p w14:paraId="5E36C805">
            <w:pPr>
              <w:jc w:val="both"/>
              <w:rPr>
                <w:rFonts w:hint="eastAsia" w:ascii="仿宋_GB2312" w:cs="仿宋_GB2312"/>
                <w:b w:val="0"/>
                <w:bCs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</w:p>
          <w:p w14:paraId="5D77DDE8">
            <w:pPr>
              <w:jc w:val="both"/>
              <w:rPr>
                <w:rFonts w:hint="eastAsia" w:ascii="仿宋" w:eastAsia="仿宋"/>
                <w:b w:val="0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cs="仿宋_GB2312"/>
                <w:b w:val="0"/>
                <w:bCs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（请勿改变表格大小）</w:t>
            </w:r>
          </w:p>
        </w:tc>
      </w:tr>
      <w:tr w14:paraId="426C67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885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B835946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院（系）推荐意见：</w:t>
            </w:r>
          </w:p>
          <w:p w14:paraId="3A5F509D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  <w:p w14:paraId="0DC47351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                                               </w:t>
            </w:r>
          </w:p>
          <w:p w14:paraId="5C1CBC63">
            <w:pPr>
              <w:jc w:val="right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盖章      </w:t>
            </w: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2025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日</w:t>
            </w:r>
          </w:p>
        </w:tc>
      </w:tr>
      <w:tr w14:paraId="0F4A56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442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7BD7083E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学校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  <w:t>审核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意见：</w:t>
            </w:r>
          </w:p>
          <w:p w14:paraId="50839604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                                    </w:t>
            </w:r>
          </w:p>
          <w:p w14:paraId="492CECC6">
            <w:pPr>
              <w:ind w:firstLine="0"/>
              <w:jc w:val="right"/>
            </w:pPr>
          </w:p>
          <w:p w14:paraId="24C46533">
            <w:pPr>
              <w:ind w:left="0" w:firstLine="723" w:firstLineChars="300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盖章      </w:t>
            </w: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2025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日</w:t>
            </w:r>
          </w:p>
          <w:p w14:paraId="4E3C7C30">
            <w:pPr>
              <w:jc w:val="right"/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596628F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黑龙江省教育厅意见:</w:t>
            </w:r>
          </w:p>
          <w:p w14:paraId="40AF50D1">
            <w:pPr>
              <w:ind w:firstLine="0"/>
            </w:pPr>
          </w:p>
          <w:p w14:paraId="360E4673">
            <w:pP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GB"/>
              </w:rPr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       </w:t>
            </w:r>
          </w:p>
          <w:p w14:paraId="03364F6A">
            <w:pPr>
              <w:ind w:firstLine="964" w:firstLineChars="400"/>
            </w:pPr>
            <w:r>
              <w:rPr>
                <w:rFonts w:hint="eastAsia"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盖章          年   月   日 </w:t>
            </w:r>
          </w:p>
          <w:p w14:paraId="5DFD6883">
            <w:pPr>
              <w:ind w:left="0" w:firstLine="0"/>
              <w:jc w:val="right"/>
              <w:rPr>
                <w:rFonts w:asci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23EE40A">
      <w:pP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  <w:t>注：本表格正反面打印，一式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val="en-US" w:eastAsia="zh-CN"/>
        </w:rPr>
        <w:t>两</w:t>
      </w:r>
      <w: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  <w:t>份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val="en-US" w:eastAsia="zh-CN"/>
        </w:rPr>
        <w:t>其中一份存入学生档案，另一份学校存档</w:t>
      </w:r>
      <w:r>
        <w:rPr>
          <w:rFonts w:hint="eastAsia" w:ascii="仿宋_GB2312" w:cs="仿宋_GB2312"/>
          <w:b w:val="0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</w:rPr>
        <w:t>。</w:t>
      </w:r>
    </w:p>
    <w:p w14:paraId="0001555D">
      <w:pPr>
        <w:jc w:val="both"/>
        <w:rPr>
          <w:rFonts w:ascii="黑体" w:eastAsia="黑体" w:cs="黑体"/>
        </w:rPr>
      </w:pPr>
      <w:r>
        <w:rPr>
          <w:rFonts w:hint="eastAsia"/>
          <w:i/>
          <w:iCs/>
          <w:color w:val="FF0000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-903605</wp:posOffset>
                </wp:positionH>
                <wp:positionV relativeFrom="paragraph">
                  <wp:posOffset>-607695</wp:posOffset>
                </wp:positionV>
                <wp:extent cx="1208405" cy="342265"/>
                <wp:effectExtent l="4445" t="4445" r="44450" b="377190"/>
                <wp:wrapNone/>
                <wp:docPr id="4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42265"/>
                        </a:xfrm>
                        <a:prstGeom prst="wedgeRoundRectCallout">
                          <a:avLst>
                            <a:gd name="adj1" fmla="val 51742"/>
                            <a:gd name="adj2" fmla="val 153710"/>
                            <a:gd name="adj3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B5DAE1">
                            <w:pPr>
                              <w:jc w:val="center"/>
                              <w:rPr>
                                <w:i w:val="0"/>
                                <w:iCs w:val="0"/>
                                <w:color w:val="00B0F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i w:val="0"/>
                                <w:iCs w:val="0"/>
                                <w:color w:val="00B0F0"/>
                                <w:sz w:val="24"/>
                                <w:szCs w:val="18"/>
                                <w:lang w:val="en-US" w:eastAsia="zh-CN"/>
                              </w:rPr>
                              <w:t>打印时需删除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" o:spid="_x0000_s1026" o:spt="62" type="#_x0000_t62" style="position:absolute;left:0pt;margin-left:-71.15pt;margin-top:-47.85pt;height:26.95pt;width:95.15pt;z-index:251663360;mso-width-relative:page;mso-height-relative:page;" filled="f" stroked="t" coordsize="21600,21600" o:gfxdata="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0YbE/ZAAAACwEAAA8AAAAAAAAAAQAgAAAAIgAAAGRycy9kb3ducmV2LnhtbFBLAQIU&#10;ABQAAAAIAIdO4kCL8HgIZAIAALsEAAAOAAAAAAAAAAEAIAAAACgBAABkcnMvZTJvRG9jLnhtbFBL&#10;BQYAAAAABgAGAFkBAAD+BQAAAAA=&#10;" adj="21976,44001,14400">
                <v:fill on="f" focussize="0,0"/>
                <v:stroke color="#00B0F0" joinstyle="miter"/>
                <v:imagedata o:title=""/>
                <o:lock v:ext="edit" aspectratio="f"/>
                <v:textbox>
                  <w:txbxContent>
                    <w:p w14:paraId="5FB5DAE1">
                      <w:pPr>
                        <w:jc w:val="center"/>
                        <w:rPr>
                          <w:i w:val="0"/>
                          <w:iCs w:val="0"/>
                          <w:color w:val="00B0F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i w:val="0"/>
                          <w:iCs w:val="0"/>
                          <w:color w:val="00B0F0"/>
                          <w:sz w:val="24"/>
                          <w:szCs w:val="18"/>
                          <w:lang w:val="en-US" w:eastAsia="zh-CN"/>
                        </w:rPr>
                        <w:t>打印时需删除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color w:val="00B05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-301625</wp:posOffset>
                </wp:positionH>
                <wp:positionV relativeFrom="paragraph">
                  <wp:posOffset>-1149350</wp:posOffset>
                </wp:positionV>
                <wp:extent cx="6276340" cy="1840865"/>
                <wp:effectExtent l="4445" t="4445" r="5715" b="2159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340" cy="18408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D6B571E">
                            <w:pPr>
                              <w:rPr>
                                <w:rFonts w:hint="eastAsia" w:eastAsia="仿宋_GB2312"/>
                                <w:color w:val="FF0000"/>
                                <w:sz w:val="44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36"/>
                                <w:szCs w:val="44"/>
                              </w:rPr>
                              <w:t>注：严禁改变表格格式；表格为一页，正反两面</w:t>
                            </w:r>
                            <w:r>
                              <w:rPr>
                                <w:rFonts w:hint="eastAsia"/>
                                <w:color w:val="FF0000"/>
                                <w:sz w:val="36"/>
                                <w:szCs w:val="4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36"/>
                                <w:szCs w:val="44"/>
                                <w:lang w:val="en-US" w:eastAsia="zh-CN"/>
                              </w:rPr>
                              <w:t>填写后打印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-23.75pt;margin-top:-90.5pt;height:144.95pt;width:494.2pt;z-index:251662336;mso-width-relative:page;mso-height-relative:margin;mso-height-percent:200;" filled="f" stroked="t" coordsize="21600,21600" o:gfxdata="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Fg5sDZAAAADAEA&#10;AA8AAAAAAAAAAQAgAAAAIgAAAGRycy9kb3ducmV2LnhtbFBLAQIUABQAAAAIAIdO4kDY4JQPGQIA&#10;ADYEAAAOAAAAAAAAAAEAIAAAACg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 w14:paraId="7D6B571E">
                      <w:pPr>
                        <w:rPr>
                          <w:rFonts w:hint="eastAsia" w:eastAsia="仿宋_GB2312"/>
                          <w:color w:val="FF0000"/>
                          <w:sz w:val="44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36"/>
                          <w:szCs w:val="44"/>
                        </w:rPr>
                        <w:t>注：严禁改变表格格式；表格为一页，正反两面</w:t>
                      </w:r>
                      <w:r>
                        <w:rPr>
                          <w:rFonts w:hint="eastAsia"/>
                          <w:color w:val="FF0000"/>
                          <w:sz w:val="36"/>
                          <w:szCs w:val="44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color w:val="FF0000"/>
                          <w:sz w:val="36"/>
                          <w:szCs w:val="44"/>
                          <w:lang w:val="en-US" w:eastAsia="zh-CN"/>
                        </w:rPr>
                        <w:t>填写后打印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附件1：</w:t>
      </w:r>
      <w:bookmarkStart w:id="0" w:name="_GoBack"/>
      <w:bookmarkEnd w:id="0"/>
      <w:r>
        <w:rPr>
          <w:rFonts w:hint="eastAsia"/>
          <w:i/>
          <w:iCs/>
          <w:color w:val="FF0000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-278765</wp:posOffset>
                </wp:positionV>
                <wp:extent cx="2470150" cy="652780"/>
                <wp:effectExtent l="5080" t="5080" r="20320" b="1647190"/>
                <wp:wrapNone/>
                <wp:docPr id="2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0" cy="652780"/>
                        </a:xfrm>
                        <a:prstGeom prst="wedgeRoundRectCallout">
                          <a:avLst>
                            <a:gd name="adj1" fmla="val -13161"/>
                            <a:gd name="adj2" fmla="val 297178"/>
                            <a:gd name="adj3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BA142D">
                            <w:pPr>
                              <w:rPr>
                                <w:color w:val="00B0F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  <w:szCs w:val="18"/>
                              </w:rPr>
                              <w:t>请填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  <w:szCs w:val="18"/>
                                <w:lang w:val="en-US" w:eastAsia="zh-CN"/>
                              </w:rPr>
                              <w:t>写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FF0000"/>
                                <w:sz w:val="24"/>
                                <w:szCs w:val="18"/>
                              </w:rPr>
                              <w:t>其中的一类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中共党员；中共预备党员；共青团员；群众。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圆角矩形标注 1" o:spid="_x0000_s1026" o:spt="62" type="#_x0000_t62" style="position:absolute;left:0pt;margin-left:69.55pt;margin-top:-21.95pt;height:51.4pt;width:194.5pt;z-index:251660288;mso-width-relative:page;mso-height-relative:page;" filled="f" stroked="t" coordsize="21600,21600" o:gfxdata="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Ok5CYdoAAAAK&#10;AQAADwAAAAAAAAABACAAAAAiAAAAZHJzL2Rvd25yZXYueG1sUEsBAhQAFAAAAAgAh07iQCiJG2VT&#10;AgAAlAQAAA4AAAAAAAAAAQAgAAAAKQEAAGRycy9lMm9Eb2MueG1sUEsFBgAAAAAGAAYAWQEAAO4F&#10;AAAAAA==&#10;" adj="7957,74990,14400">
                <v:fill on="f" focussize="0,0"/>
                <v:stroke color="#00B0F0" joinstyle="miter"/>
                <v:imagedata o:title=""/>
                <o:lock v:ext="edit" aspectratio="f"/>
                <v:textbox>
                  <w:txbxContent>
                    <w:p w14:paraId="14BA142D">
                      <w:pPr>
                        <w:rPr>
                          <w:color w:val="00B0F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50"/>
                          <w:sz w:val="24"/>
                          <w:szCs w:val="18"/>
                        </w:rPr>
                        <w:t>请填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50"/>
                          <w:sz w:val="24"/>
                          <w:szCs w:val="18"/>
                          <w:lang w:val="en-US" w:eastAsia="zh-CN"/>
                        </w:rPr>
                        <w:t>写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FF0000"/>
                          <w:sz w:val="24"/>
                          <w:szCs w:val="18"/>
                        </w:rPr>
                        <w:t>其中的一类</w:t>
                      </w:r>
                      <w:r>
                        <w:rPr>
                          <w:rFonts w:hint="eastAsia"/>
                          <w:i/>
                          <w:iCs/>
                          <w:color w:val="00B0F0"/>
                          <w:sz w:val="24"/>
                          <w:szCs w:val="18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F0"/>
                          <w:sz w:val="24"/>
                          <w:szCs w:val="18"/>
                        </w:rPr>
                        <w:t>中共党员；中共预备党员；共青团员；群众。</w:t>
                      </w:r>
                    </w:p>
                  </w:txbxContent>
                </v:textbox>
              </v:shape>
            </w:pict>
          </mc:Fallback>
        </mc:AlternateContent>
      </w:r>
    </w:p>
    <w:p w14:paraId="64476EFB">
      <w:pPr>
        <w:jc w:val="center"/>
        <w:rPr>
          <w:rFonts w:ascii="方正小标宋简体" w:eastAsia="方正小标宋简体" w:cs="方正小标宋简体"/>
          <w:bCs/>
          <w:sz w:val="36"/>
          <w:szCs w:val="36"/>
        </w:rPr>
      </w:pPr>
      <w:r>
        <w:rPr>
          <w:rFonts w:hint="eastAsia"/>
          <w:i/>
          <w:iCs/>
          <w:color w:val="FF0000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-948690</wp:posOffset>
                </wp:positionH>
                <wp:positionV relativeFrom="paragraph">
                  <wp:posOffset>259715</wp:posOffset>
                </wp:positionV>
                <wp:extent cx="1658620" cy="568325"/>
                <wp:effectExtent l="5080" t="4445" r="793750" b="1503680"/>
                <wp:wrapNone/>
                <wp:docPr id="3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568325"/>
                        </a:xfrm>
                        <a:prstGeom prst="wedgeRoundRectCallout">
                          <a:avLst>
                            <a:gd name="adj1" fmla="val 95290"/>
                            <a:gd name="adj2" fmla="val 306759"/>
                            <a:gd name="adj3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766E72">
                            <w:pPr>
                              <w:rPr>
                                <w:color w:val="00B0F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范例：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202X级本科生/硕士生/博士生。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" o:spid="_x0000_s1026" o:spt="62" type="#_x0000_t62" style="position:absolute;left:0pt;margin-left:-74.7pt;margin-top:20.45pt;height:44.75pt;width:130.6pt;z-index:251661312;mso-width-relative:page;mso-height-relative:page;" filled="f" stroked="t" coordsize="21600,21600" o:gfxdata="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Fh9UM3XAAAACwEAAA8AAAAAAAAAAQAgAAAAIgAAAGRycy9kb3ducmV2LnhtbFBLAQIU&#10;ABQAAAAIAIdO4kARdaYKZgIAALsEAAAOAAAAAAAAAAEAIAAAACYBAABkcnMvZTJvRG9jLnhtbFBL&#10;BQYAAAAABgAGAFkBAAD+BQAAAAA=&#10;" adj="31383,77060,14400">
                <v:fill on="f" focussize="0,0"/>
                <v:stroke color="#00B0F0" joinstyle="miter"/>
                <v:imagedata o:title=""/>
                <o:lock v:ext="edit" aspectratio="f"/>
                <v:textbox>
                  <w:txbxContent>
                    <w:p w14:paraId="08766E72">
                      <w:pPr>
                        <w:rPr>
                          <w:color w:val="00B0F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color w:val="00B0F0"/>
                          <w:sz w:val="24"/>
                          <w:szCs w:val="18"/>
                        </w:rPr>
                        <w:t>范例：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F0"/>
                          <w:sz w:val="24"/>
                          <w:szCs w:val="18"/>
                        </w:rPr>
                        <w:t>202X级本科生/硕士生/博士生。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eastAsia="方正小标宋简体" w:cs="方正小标宋简体"/>
          <w:bCs/>
          <w:sz w:val="36"/>
          <w:szCs w:val="36"/>
        </w:rPr>
        <w:t>黑龙江省普通高等学校“优秀毕业生”表彰确认表</w:t>
      </w:r>
    </w:p>
    <w:tbl>
      <w:tblPr>
        <w:tblStyle w:val="7"/>
        <w:tblpPr w:leftFromText="180" w:rightFromText="180" w:vertAnchor="text" w:horzAnchor="page" w:tblpX="1692" w:tblpY="604"/>
        <w:tblOverlap w:val="never"/>
        <w:tblW w:w="884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797"/>
        <w:gridCol w:w="1151"/>
        <w:gridCol w:w="256"/>
        <w:gridCol w:w="2236"/>
        <w:gridCol w:w="1934"/>
      </w:tblGrid>
      <w:tr w14:paraId="019B18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6B7635B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姓名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A48BA6B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55BD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性别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65CFC6F6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F9655E2">
            <w:pPr>
              <w:jc w:val="center"/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近期免冠</w:t>
            </w:r>
          </w:p>
          <w:p w14:paraId="2FCA1B0D">
            <w:pPr>
              <w:jc w:val="center"/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电子寸照</w:t>
            </w:r>
          </w:p>
          <w:p w14:paraId="6A8A85F9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（请插入电子照片后直接打印，无需粘贴纸质照片）</w:t>
            </w:r>
          </w:p>
        </w:tc>
      </w:tr>
      <w:tr w14:paraId="134F12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5A8562B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出生年月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5B22DCF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FF0000"/>
                <w:sz w:val="24"/>
                <w:szCs w:val="24"/>
              </w:rPr>
              <w:t>2001年5月</w:t>
            </w: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572FE0B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民族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74F5D9EC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FF0000"/>
                <w:sz w:val="24"/>
                <w:szCs w:val="24"/>
              </w:rPr>
              <w:t>XX族</w:t>
            </w: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208347B"/>
        </w:tc>
      </w:tr>
      <w:tr w14:paraId="2E62F7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D29CCFA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政治面貌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3CCF687">
            <w:pPr>
              <w:jc w:val="center"/>
              <w:rPr>
                <w:rFonts w:hint="eastAsia" w:asci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B0893EE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在校期间担任职务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36956EE2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FF78537"/>
        </w:tc>
      </w:tr>
      <w:tr w14:paraId="1446A1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B55D06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院（系）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192837A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FF0000"/>
                <w:sz w:val="24"/>
                <w:szCs w:val="24"/>
              </w:rPr>
              <w:t>学院全称</w:t>
            </w: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C095A2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专业</w:t>
            </w:r>
          </w:p>
        </w:tc>
        <w:tc>
          <w:tcPr>
            <w:tcW w:w="2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28B0E20F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FF0000"/>
                <w:sz w:val="24"/>
                <w:szCs w:val="24"/>
              </w:rPr>
              <w:t>专业全称</w:t>
            </w:r>
          </w:p>
        </w:tc>
        <w:tc>
          <w:tcPr>
            <w:tcW w:w="193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C7D30F3"/>
        </w:tc>
      </w:tr>
      <w:tr w14:paraId="7126AD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6BC9B3E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所在年级</w:t>
            </w:r>
          </w:p>
        </w:tc>
        <w:tc>
          <w:tcPr>
            <w:tcW w:w="1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56703CB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FF0000"/>
                <w:sz w:val="24"/>
                <w:szCs w:val="24"/>
              </w:rPr>
              <w:t>202X级本科生</w:t>
            </w: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BED40A2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班级</w:t>
            </w:r>
          </w:p>
        </w:tc>
        <w:tc>
          <w:tcPr>
            <w:tcW w:w="41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1552097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FF0000"/>
                <w:sz w:val="24"/>
                <w:szCs w:val="24"/>
              </w:rPr>
              <w:t>XXXX班</w:t>
            </w:r>
          </w:p>
        </w:tc>
      </w:tr>
      <w:tr w14:paraId="74672E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07353F6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</w:rPr>
              <w:t>就业单位</w:t>
            </w:r>
          </w:p>
        </w:tc>
        <w:tc>
          <w:tcPr>
            <w:tcW w:w="737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92B002D">
            <w:pPr>
              <w:jc w:val="center"/>
              <w:rPr>
                <w:rFonts w:hint="default" w:asci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color w:val="FF0000"/>
                <w:sz w:val="24"/>
                <w:szCs w:val="24"/>
              </w:rPr>
              <w:t>用人单位全称</w:t>
            </w:r>
            <w:r>
              <w:rPr>
                <w:rFonts w:hint="eastAsia" w:ascii="仿宋_GB2312" w:hAnsi="仿宋_GB2312" w:cs="仿宋_GB2312"/>
                <w:b/>
                <w:color w:val="FF0000"/>
                <w:sz w:val="24"/>
                <w:szCs w:val="24"/>
                <w:lang w:val="en-US" w:eastAsia="zh-CN"/>
              </w:rPr>
              <w:t>或暂未确定</w:t>
            </w:r>
          </w:p>
        </w:tc>
      </w:tr>
      <w:tr w14:paraId="4DA131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84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68900E3">
            <w:pPr>
              <w:jc w:val="center"/>
              <w:rPr>
                <w:rFonts w:ascii="仿宋_GB2312" w:cs="仿宋_GB2312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_GB2312" w:cs="仿宋_GB2312"/>
                <w:b/>
                <w:sz w:val="24"/>
                <w:szCs w:val="24"/>
                <w:u w:val="single"/>
              </w:rPr>
              <w:t>主要事迹</w:t>
            </w:r>
          </w:p>
        </w:tc>
      </w:tr>
      <w:tr w14:paraId="461AD6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8" w:hRule="atLeast"/>
        </w:trPr>
        <w:tc>
          <w:tcPr>
            <w:tcW w:w="884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</w:tcPr>
          <w:p w14:paraId="0027A0F1">
            <w:pPr>
              <w:pStyle w:val="5"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hAnsi="仿宋_GB2312" w:cs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</w:rPr>
              <w:t>以第三人称写，事迹明了清晰，概括性强。字体为仿宋GB2312小四号字，不加粗，行距25磅，不得加页。开头空两格。</w:t>
            </w:r>
          </w:p>
          <w:p w14:paraId="3FBEE4D9">
            <w:pPr>
              <w:pStyle w:val="5"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cs="仿宋_GB2312"/>
                <w:b w:val="0"/>
                <w:bCs/>
                <w:color w:val="FF0000"/>
                <w:sz w:val="24"/>
                <w:szCs w:val="24"/>
                <w:highlight w:val="none"/>
                <w:u w:val="none"/>
                <w:lang w:eastAsia="zh-CN"/>
              </w:rPr>
              <w:t>请勿改变表格大小，</w:t>
            </w: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  <w:lang w:val="en-US" w:eastAsia="zh-CN"/>
              </w:rPr>
              <w:t>填写时需删除</w:t>
            </w: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  <w:lang w:eastAsia="zh-CN"/>
              </w:rPr>
              <w:t>）</w:t>
            </w:r>
          </w:p>
          <w:p w14:paraId="0B910DF3">
            <w:pPr>
              <w:rPr>
                <w:rFonts w:ascii="仿宋_GB2312" w:cs="仿宋_GB2312"/>
                <w:b/>
                <w:sz w:val="24"/>
                <w:szCs w:val="24"/>
                <w:u w:val="single"/>
              </w:rPr>
            </w:pPr>
          </w:p>
        </w:tc>
      </w:tr>
      <w:tr w14:paraId="511E38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3" w:hRule="atLeast"/>
        </w:trPr>
        <w:tc>
          <w:tcPr>
            <w:tcW w:w="8849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</w:tcPr>
          <w:p w14:paraId="28DD45B6">
            <w:pPr>
              <w:jc w:val="center"/>
              <w:rPr>
                <w:rFonts w:asci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eastAsia="仿宋"/>
                <w:b/>
                <w:sz w:val="24"/>
                <w:szCs w:val="24"/>
                <w:u w:val="single"/>
              </w:rPr>
              <w:t>在校期间获校级以上奖励</w:t>
            </w:r>
          </w:p>
          <w:p w14:paraId="5FB76D99">
            <w:pPr>
              <w:pStyle w:val="5"/>
              <w:adjustRightInd w:val="0"/>
              <w:snapToGrid w:val="0"/>
              <w:spacing w:line="500" w:lineRule="exact"/>
              <w:ind w:firstLine="480" w:firstLineChars="200"/>
              <w:rPr>
                <w:rFonts w:ascii="仿宋_GB2312" w:hAnsi="仿宋_GB2312" w:cs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</w:rPr>
              <w:t>含校级奖励，字体等格式与《主要事迹》相同，获奖时间以证书落款为准，如：</w:t>
            </w:r>
          </w:p>
          <w:p w14:paraId="7D84AB42">
            <w:pPr>
              <w:pStyle w:val="5"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hAnsi="仿宋_GB2312" w:cs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</w:rPr>
              <w:t>年12月  校“</w:t>
            </w: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  <w:lang w:val="en-US" w:eastAsia="zh-CN"/>
              </w:rPr>
              <w:t>优秀学生干部标兵</w:t>
            </w: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</w:rPr>
              <w:t>”</w:t>
            </w:r>
          </w:p>
          <w:p w14:paraId="3E0D289F">
            <w:pPr>
              <w:pStyle w:val="5"/>
              <w:adjustRightInd w:val="0"/>
              <w:snapToGrid w:val="0"/>
              <w:spacing w:line="500" w:lineRule="exact"/>
              <w:ind w:firstLine="480" w:firstLineChars="200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  <w:lang w:val="en-US" w:eastAsia="zh-CN"/>
              </w:rPr>
              <w:t>2024年12月  校“十佳大学生”</w:t>
            </w:r>
          </w:p>
          <w:p w14:paraId="209F3657">
            <w:pPr>
              <w:pStyle w:val="5"/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cs="仿宋_GB2312"/>
                <w:b w:val="0"/>
                <w:bCs/>
                <w:color w:val="FF0000"/>
                <w:sz w:val="24"/>
                <w:szCs w:val="24"/>
                <w:highlight w:val="none"/>
                <w:u w:val="none"/>
                <w:lang w:eastAsia="zh-CN"/>
              </w:rPr>
              <w:t>请勿改变表格大小，</w:t>
            </w: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  <w:lang w:val="en-US" w:eastAsia="zh-CN"/>
              </w:rPr>
              <w:t>填写时需删除</w:t>
            </w:r>
            <w:r>
              <w:rPr>
                <w:rFonts w:hint="eastAsia" w:ascii="仿宋_GB2312" w:hAnsi="仿宋_GB2312" w:cs="仿宋_GB2312"/>
                <w:color w:val="FF0000"/>
                <w:sz w:val="24"/>
                <w:szCs w:val="24"/>
                <w:lang w:eastAsia="zh-CN"/>
              </w:rPr>
              <w:t>）</w:t>
            </w:r>
          </w:p>
          <w:p w14:paraId="19735A68">
            <w:pPr>
              <w:rPr>
                <w:rFonts w:ascii="仿宋" w:eastAsia="仿宋"/>
                <w:b/>
                <w:sz w:val="24"/>
                <w:szCs w:val="24"/>
                <w:u w:val="single"/>
              </w:rPr>
            </w:pPr>
          </w:p>
        </w:tc>
      </w:tr>
      <w:tr w14:paraId="02036F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884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4EC7206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>院（系）推荐意见：</w:t>
            </w:r>
          </w:p>
          <w:p w14:paraId="1762C54C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  <w:p w14:paraId="5EF8EF7F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 xml:space="preserve">                                               </w:t>
            </w:r>
          </w:p>
          <w:p w14:paraId="740C615A">
            <w:pPr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 xml:space="preserve">盖章     </w:t>
            </w:r>
            <w:r>
              <w:rPr>
                <w:rFonts w:ascii="仿宋_GB2312" w:cs="仿宋_GB2312"/>
                <w:b/>
                <w:bCs/>
                <w:sz w:val="24"/>
                <w:szCs w:val="24"/>
              </w:rPr>
              <w:t>20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>年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>月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>日</w:t>
            </w:r>
          </w:p>
        </w:tc>
      </w:tr>
      <w:tr w14:paraId="480121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44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 w14:paraId="7A011CBB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>学校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  <w:lang w:val="en-GB"/>
              </w:rPr>
              <w:t>审核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>意见：</w:t>
            </w:r>
          </w:p>
          <w:p w14:paraId="4506E439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 xml:space="preserve">                                    </w:t>
            </w:r>
          </w:p>
          <w:p w14:paraId="70B057D8">
            <w:pPr>
              <w:jc w:val="right"/>
            </w:pPr>
          </w:p>
          <w:p w14:paraId="7956691A">
            <w:pPr>
              <w:ind w:firstLine="723" w:firstLineChars="300"/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 xml:space="preserve">盖章      </w:t>
            </w:r>
            <w:r>
              <w:rPr>
                <w:rFonts w:ascii="仿宋_GB2312" w:cs="仿宋_GB2312"/>
                <w:b/>
                <w:bCs/>
                <w:sz w:val="24"/>
                <w:szCs w:val="24"/>
              </w:rPr>
              <w:t>202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>年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>月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>日</w:t>
            </w:r>
          </w:p>
          <w:p w14:paraId="0DDF0B75">
            <w:pPr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4424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CEE9DA8">
            <w:pPr>
              <w:rPr>
                <w:rFonts w:ascii="仿宋_GB2312" w:cs="仿宋_GB2312"/>
                <w:b/>
                <w:bCs/>
                <w:sz w:val="24"/>
                <w:szCs w:val="24"/>
                <w:lang w:val="en-GB"/>
              </w:rPr>
            </w:pP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>黑龙江省教育厅意见:</w:t>
            </w:r>
          </w:p>
          <w:p w14:paraId="732D95AE"/>
          <w:p w14:paraId="7A0AE15C">
            <w:pPr>
              <w:rPr>
                <w:rFonts w:ascii="仿宋_GB2312" w:cs="仿宋_GB2312"/>
                <w:b/>
                <w:bCs/>
                <w:sz w:val="24"/>
                <w:szCs w:val="24"/>
                <w:lang w:val="en-GB"/>
              </w:rPr>
            </w:pP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 xml:space="preserve">       </w:t>
            </w:r>
          </w:p>
          <w:p w14:paraId="7D2A1CEE">
            <w:pPr>
              <w:ind w:firstLine="964" w:firstLineChars="400"/>
            </w:pPr>
            <w:r>
              <w:rPr>
                <w:rFonts w:hint="eastAsia" w:ascii="仿宋_GB2312" w:cs="仿宋_GB2312"/>
                <w:b/>
                <w:bCs/>
                <w:sz w:val="24"/>
                <w:szCs w:val="24"/>
              </w:rPr>
              <w:t xml:space="preserve">盖章          年   月   日 </w:t>
            </w:r>
          </w:p>
          <w:p w14:paraId="7078E5B3">
            <w:pPr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</w:tc>
      </w:tr>
    </w:tbl>
    <w:p w14:paraId="06061B56">
      <w:pPr>
        <w:rPr>
          <w:rFonts w:hint="eastAsia" w:ascii="仿宋_GB2312" w:eastAsia="仿宋_GB2312" w:cs="仿宋_GB2312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cs="仿宋_GB2312"/>
          <w:bCs/>
          <w:sz w:val="24"/>
          <w:szCs w:val="24"/>
        </w:rPr>
        <w:t>注：本表格正反面打印，一式两份（其中一份存入学生档案，另一份学校存档）。</w:t>
      </w:r>
    </w:p>
    <w:sectPr>
      <w:footerReference r:id="rId3" w:type="default"/>
      <w:pgSz w:w="11906" w:h="16838"/>
      <w:pgMar w:top="1984" w:right="1474" w:bottom="1984" w:left="1474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粗圆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3AAC8">
    <w:pPr>
      <w:pStyle w:val="6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6430" cy="20701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480" cy="207136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0CB1F345">
                          <w:pPr>
                            <w:pStyle w:val="6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6.3pt;width:50.9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CF6zi1wAAAAQBAAAPAAAAAAAAAAEAIAAAACIAAABkcnMvZG93&#10;bnJldi54bWxQSwECFAAUAAAACACHTuJAK+t9swECAAD0AwAADgAAAAAAAAABACAAAAAmAQAAZHJz&#10;L2Uyb0RvYy54bWxQSwUGAAAAAAYABgBZAQAAmQ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0CB1F345">
                    <w:pPr>
                      <w:pStyle w:val="6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dit="readOnly"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YjdjYjg0YmI3Y2M5M2ViOTkyMmVjMTdkNjMwOGMwNzAifQ=="/>
  </w:docVars>
  <w:rsids>
    <w:rsidRoot w:val="00000000"/>
    <w:rsid w:val="04F874BF"/>
    <w:rsid w:val="480820F8"/>
    <w:rsid w:val="4EF10E73"/>
    <w:rsid w:val="5A427396"/>
    <w:rsid w:val="69F845BE"/>
    <w:rsid w:val="713E34BD"/>
    <w:rsid w:val="7DC04C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510</Words>
  <Characters>546</Characters>
  <Lines>45</Lines>
  <Paragraphs>23</Paragraphs>
  <TotalTime>2</TotalTime>
  <ScaleCrop>false</ScaleCrop>
  <LinksUpToDate>false</LinksUpToDate>
  <CharactersWithSpaces>721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JYT</dc:creator>
  <cp:lastModifiedBy>刘新宇</cp:lastModifiedBy>
  <dcterms:modified xsi:type="dcterms:W3CDTF">2025-04-01T10:25:39Z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D833A6F88A4E478BA467CC330E52DA0B_13</vt:lpwstr>
  </property>
  <property fmtid="{D5CDD505-2E9C-101B-9397-08002B2CF9AE}" pid="4" name="KSOTemplateDocerSaveRecord">
    <vt:lpwstr>eyJoZGlkIjoiNTQ2NGI5NGVmOTM3YzJmY2Q5MzJiZjIyZTY2ZmI0OWUiLCJ1c2VySWQiOiIyNDEzMjYxNzUifQ==</vt:lpwstr>
  </property>
</Properties>
</file>